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16E" w:rsidRDefault="00D5716E" w:rsidP="00794A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D672A">
        <w:rPr>
          <w:rFonts w:ascii="Times New Roman" w:hAnsi="Times New Roman"/>
          <w:b/>
          <w:sz w:val="28"/>
          <w:szCs w:val="28"/>
        </w:rPr>
        <w:t>Отчет об ин</w:t>
      </w:r>
      <w:r>
        <w:rPr>
          <w:rFonts w:ascii="Times New Roman" w:hAnsi="Times New Roman"/>
          <w:b/>
          <w:sz w:val="28"/>
          <w:szCs w:val="28"/>
        </w:rPr>
        <w:t>новационной деятельности за 2019-2020</w:t>
      </w:r>
      <w:r w:rsidRPr="006D672A">
        <w:rPr>
          <w:rFonts w:ascii="Times New Roman" w:hAnsi="Times New Roman"/>
          <w:b/>
          <w:sz w:val="28"/>
          <w:szCs w:val="28"/>
        </w:rPr>
        <w:t xml:space="preserve"> год</w:t>
      </w:r>
    </w:p>
    <w:p w:rsidR="00D5716E" w:rsidRPr="00442258" w:rsidRDefault="00D5716E" w:rsidP="00894BB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894BB1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</w:t>
      </w:r>
      <w:r w:rsidRPr="00894BB1">
        <w:rPr>
          <w:rFonts w:ascii="Times New Roman" w:hAnsi="Times New Roman"/>
          <w:sz w:val="28"/>
          <w:szCs w:val="28"/>
          <w:u w:val="single"/>
        </w:rPr>
        <w:t>Гошина Олеся Викторовна</w:t>
      </w:r>
      <w:r w:rsidRPr="00894BB1">
        <w:rPr>
          <w:rFonts w:ascii="Times New Roman" w:hAnsi="Times New Roman"/>
          <w:sz w:val="28"/>
          <w:szCs w:val="28"/>
        </w:rPr>
        <w:t>___________</w:t>
      </w:r>
      <w:r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b/>
          <w:sz w:val="28"/>
          <w:szCs w:val="28"/>
        </w:rPr>
        <w:t xml:space="preserve"> (</w:t>
      </w:r>
      <w:r w:rsidRPr="00442258">
        <w:rPr>
          <w:rFonts w:ascii="Times New Roman" w:hAnsi="Times New Roman"/>
          <w:sz w:val="28"/>
          <w:szCs w:val="28"/>
        </w:rPr>
        <w:t>фио)</w:t>
      </w:r>
    </w:p>
    <w:p w:rsidR="00D5716E" w:rsidRPr="00442258" w:rsidRDefault="00D5716E" w:rsidP="00894BB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___________</w:t>
      </w:r>
      <w:r w:rsidRPr="00894BB1">
        <w:rPr>
          <w:rFonts w:ascii="Times New Roman" w:hAnsi="Times New Roman"/>
          <w:sz w:val="28"/>
          <w:szCs w:val="28"/>
          <w:u w:val="single"/>
        </w:rPr>
        <w:t xml:space="preserve">Воспитатель </w:t>
      </w:r>
      <w:r>
        <w:rPr>
          <w:rFonts w:ascii="Times New Roman" w:hAnsi="Times New Roman"/>
          <w:sz w:val="28"/>
          <w:szCs w:val="28"/>
        </w:rPr>
        <w:t>_____________________</w:t>
      </w:r>
      <w:r w:rsidRPr="00442258">
        <w:rPr>
          <w:rFonts w:ascii="Times New Roman" w:hAnsi="Times New Roman"/>
          <w:sz w:val="28"/>
          <w:szCs w:val="28"/>
        </w:rPr>
        <w:t>(должность)</w:t>
      </w:r>
    </w:p>
    <w:p w:rsidR="00D5716E" w:rsidRPr="00442258" w:rsidRDefault="00D5716E" w:rsidP="00794A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4BB1">
        <w:rPr>
          <w:rFonts w:ascii="Times New Roman" w:hAnsi="Times New Roman"/>
          <w:sz w:val="28"/>
          <w:szCs w:val="28"/>
          <w:u w:val="single"/>
        </w:rPr>
        <w:t>МБДОУ «Шеморданский детский сад №1 №Экият» Сабинского муниципального района РТ»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42258">
        <w:rPr>
          <w:rFonts w:ascii="Times New Roman" w:hAnsi="Times New Roman"/>
          <w:sz w:val="28"/>
          <w:szCs w:val="28"/>
        </w:rPr>
        <w:t>(место работы)</w:t>
      </w:r>
    </w:p>
    <w:p w:rsidR="00D5716E" w:rsidRPr="00442258" w:rsidRDefault="00D5716E" w:rsidP="00794A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53"/>
        <w:gridCol w:w="5812"/>
      </w:tblGrid>
      <w:tr w:rsidR="00D5716E" w:rsidRPr="00661157" w:rsidTr="00661157">
        <w:tc>
          <w:tcPr>
            <w:tcW w:w="10065" w:type="dxa"/>
            <w:gridSpan w:val="2"/>
          </w:tcPr>
          <w:p w:rsidR="00D5716E" w:rsidRPr="00661157" w:rsidRDefault="00D5716E" w:rsidP="00661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157">
              <w:rPr>
                <w:rFonts w:ascii="Times New Roman" w:hAnsi="Times New Roman"/>
                <w:b/>
                <w:sz w:val="28"/>
                <w:szCs w:val="28"/>
              </w:rPr>
              <w:t>Информационная карта инновационной деятельности</w:t>
            </w:r>
          </w:p>
        </w:tc>
      </w:tr>
      <w:tr w:rsidR="00D5716E" w:rsidRPr="00661157" w:rsidTr="00661157">
        <w:tc>
          <w:tcPr>
            <w:tcW w:w="4253" w:type="dxa"/>
          </w:tcPr>
          <w:p w:rsidR="00D5716E" w:rsidRPr="00661157" w:rsidRDefault="00D5716E" w:rsidP="00661157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8"/>
                <w:szCs w:val="28"/>
              </w:rPr>
            </w:pPr>
            <w:r w:rsidRPr="00661157">
              <w:rPr>
                <w:rFonts w:ascii="Times New Roman" w:hAnsi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</w:p>
          <w:p w:rsidR="00D5716E" w:rsidRPr="00661157" w:rsidRDefault="00D5716E" w:rsidP="00661157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5716E" w:rsidRPr="00894BB1" w:rsidRDefault="00D5716E" w:rsidP="006611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4BB1">
              <w:rPr>
                <w:rFonts w:ascii="Times New Roman" w:hAnsi="Times New Roman"/>
                <w:sz w:val="28"/>
                <w:szCs w:val="28"/>
              </w:rPr>
              <w:t xml:space="preserve">МБДОУ «Шеморданский детский сад №1 №Экият» Сабинского муниципального района РТ»  </w:t>
            </w:r>
          </w:p>
        </w:tc>
      </w:tr>
      <w:tr w:rsidR="00D5716E" w:rsidRPr="00661157" w:rsidTr="00661157">
        <w:tc>
          <w:tcPr>
            <w:tcW w:w="4253" w:type="dxa"/>
          </w:tcPr>
          <w:p w:rsidR="00D5716E" w:rsidRPr="00661157" w:rsidRDefault="00D5716E" w:rsidP="00661157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8"/>
                <w:szCs w:val="28"/>
              </w:rPr>
            </w:pPr>
            <w:r w:rsidRPr="00661157">
              <w:rPr>
                <w:rFonts w:ascii="Times New Roman" w:hAnsi="Times New Roman"/>
                <w:b/>
                <w:sz w:val="28"/>
                <w:szCs w:val="28"/>
              </w:rPr>
              <w:t xml:space="preserve">Контактные данные: </w:t>
            </w:r>
          </w:p>
          <w:p w:rsidR="00D5716E" w:rsidRPr="00661157" w:rsidRDefault="00D5716E" w:rsidP="00661157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661157">
              <w:rPr>
                <w:rFonts w:ascii="Times New Roman" w:hAnsi="Times New Roman"/>
                <w:sz w:val="28"/>
                <w:szCs w:val="28"/>
              </w:rPr>
              <w:t>- почтовый адрес</w:t>
            </w:r>
          </w:p>
          <w:p w:rsidR="00D5716E" w:rsidRPr="00661157" w:rsidRDefault="00D5716E" w:rsidP="00661157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661157">
              <w:rPr>
                <w:rFonts w:ascii="Times New Roman" w:hAnsi="Times New Roman"/>
                <w:sz w:val="28"/>
                <w:szCs w:val="28"/>
              </w:rPr>
              <w:t>- телефон</w:t>
            </w:r>
          </w:p>
          <w:p w:rsidR="00D5716E" w:rsidRPr="00661157" w:rsidRDefault="00D5716E" w:rsidP="00661157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661157">
              <w:rPr>
                <w:rFonts w:ascii="Times New Roman" w:hAnsi="Times New Roman"/>
                <w:sz w:val="28"/>
                <w:szCs w:val="28"/>
              </w:rPr>
              <w:t>- электронная почта</w:t>
            </w:r>
          </w:p>
          <w:p w:rsidR="00D5716E" w:rsidRPr="00661157" w:rsidRDefault="00D5716E" w:rsidP="00661157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5716E" w:rsidRDefault="00D5716E" w:rsidP="006611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422050</w:t>
            </w:r>
          </w:p>
          <w:p w:rsidR="00D5716E" w:rsidRDefault="00D5716E" w:rsidP="006611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89393313175</w:t>
            </w:r>
          </w:p>
          <w:p w:rsidR="00D5716E" w:rsidRPr="006009F5" w:rsidRDefault="00D5716E" w:rsidP="006611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olesya.goshina@yandex.ru</w:t>
            </w:r>
          </w:p>
        </w:tc>
      </w:tr>
      <w:tr w:rsidR="00D5716E" w:rsidRPr="00661157" w:rsidTr="00661157">
        <w:tc>
          <w:tcPr>
            <w:tcW w:w="4253" w:type="dxa"/>
          </w:tcPr>
          <w:p w:rsidR="00D5716E" w:rsidRPr="00661157" w:rsidRDefault="00D5716E" w:rsidP="00661157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8"/>
                <w:szCs w:val="28"/>
              </w:rPr>
            </w:pPr>
            <w:r w:rsidRPr="00661157">
              <w:rPr>
                <w:rFonts w:ascii="Times New Roman" w:hAnsi="Times New Roman"/>
                <w:b/>
                <w:sz w:val="28"/>
                <w:szCs w:val="28"/>
              </w:rPr>
              <w:t>Тема инновационной разработки (проекта)</w:t>
            </w:r>
          </w:p>
          <w:p w:rsidR="00D5716E" w:rsidRPr="00661157" w:rsidRDefault="00D5716E" w:rsidP="00661157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5716E" w:rsidRPr="009045C2" w:rsidRDefault="00D5716E" w:rsidP="006611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5C2">
              <w:rPr>
                <w:rStyle w:val="Strong"/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Использование информационно-коммуникативных технологий в работе с родителями.</w:t>
            </w:r>
          </w:p>
        </w:tc>
      </w:tr>
      <w:tr w:rsidR="00D5716E" w:rsidRPr="00661157" w:rsidTr="00661157">
        <w:tc>
          <w:tcPr>
            <w:tcW w:w="4253" w:type="dxa"/>
          </w:tcPr>
          <w:p w:rsidR="00D5716E" w:rsidRPr="00661157" w:rsidRDefault="00D5716E" w:rsidP="00661157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8"/>
                <w:szCs w:val="28"/>
              </w:rPr>
            </w:pPr>
            <w:r w:rsidRPr="00661157">
              <w:rPr>
                <w:rFonts w:ascii="Times New Roman" w:hAnsi="Times New Roman"/>
                <w:b/>
                <w:sz w:val="28"/>
                <w:szCs w:val="28"/>
              </w:rPr>
              <w:t>Автор, авторский коллектив инновационной разработки</w:t>
            </w:r>
          </w:p>
        </w:tc>
        <w:tc>
          <w:tcPr>
            <w:tcW w:w="5812" w:type="dxa"/>
          </w:tcPr>
          <w:p w:rsidR="00D5716E" w:rsidRPr="00661157" w:rsidRDefault="00D5716E" w:rsidP="006611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Гошина О.В., Шарипова Э.М.</w:t>
            </w:r>
          </w:p>
        </w:tc>
      </w:tr>
      <w:tr w:rsidR="00D5716E" w:rsidRPr="00661157" w:rsidTr="00661157">
        <w:tc>
          <w:tcPr>
            <w:tcW w:w="4253" w:type="dxa"/>
          </w:tcPr>
          <w:p w:rsidR="00D5716E" w:rsidRPr="00661157" w:rsidRDefault="00D5716E" w:rsidP="00661157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661157">
              <w:rPr>
                <w:rFonts w:ascii="Times New Roman" w:hAnsi="Times New Roman"/>
                <w:b/>
                <w:sz w:val="28"/>
                <w:szCs w:val="28"/>
              </w:rPr>
              <w:t>Краткое описание инновационной разработки</w:t>
            </w:r>
            <w:r w:rsidRPr="00661157">
              <w:rPr>
                <w:rFonts w:ascii="Times New Roman" w:hAnsi="Times New Roman"/>
                <w:sz w:val="28"/>
                <w:szCs w:val="28"/>
              </w:rPr>
              <w:t xml:space="preserve"> (актуальность,</w:t>
            </w:r>
          </w:p>
          <w:p w:rsidR="00D5716E" w:rsidRPr="00661157" w:rsidRDefault="00D5716E" w:rsidP="00661157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661157">
              <w:rPr>
                <w:rFonts w:ascii="Times New Roman" w:hAnsi="Times New Roman"/>
                <w:sz w:val="28"/>
                <w:szCs w:val="28"/>
              </w:rPr>
              <w:t>новизна, цель, задачи, ресурсы, содержание работы, полученные</w:t>
            </w:r>
          </w:p>
          <w:p w:rsidR="00D5716E" w:rsidRPr="00661157" w:rsidRDefault="00D5716E" w:rsidP="00661157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661157">
              <w:rPr>
                <w:rFonts w:ascii="Times New Roman" w:hAnsi="Times New Roman"/>
                <w:sz w:val="28"/>
                <w:szCs w:val="28"/>
              </w:rPr>
              <w:t>результаты (либо ожидаемые результаты, если только приступили</w:t>
            </w:r>
          </w:p>
          <w:p w:rsidR="00D5716E" w:rsidRPr="00661157" w:rsidRDefault="00D5716E" w:rsidP="00661157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661157">
              <w:rPr>
                <w:rFonts w:ascii="Times New Roman" w:hAnsi="Times New Roman"/>
                <w:sz w:val="28"/>
                <w:szCs w:val="28"/>
              </w:rPr>
              <w:t>к этой теме)</w:t>
            </w:r>
          </w:p>
        </w:tc>
        <w:tc>
          <w:tcPr>
            <w:tcW w:w="5812" w:type="dxa"/>
          </w:tcPr>
          <w:p w:rsidR="00D5716E" w:rsidRPr="00C03FEF" w:rsidRDefault="00D5716E" w:rsidP="005F70AC">
            <w:pPr>
              <w:pStyle w:val="NormalWeb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 w:rsidRPr="00C03FEF">
              <w:rPr>
                <w:b/>
                <w:bCs/>
                <w:color w:val="000000"/>
                <w:sz w:val="28"/>
                <w:szCs w:val="28"/>
              </w:rPr>
              <w:t>Актуальность проекта:</w:t>
            </w:r>
          </w:p>
          <w:p w:rsidR="00D5716E" w:rsidRPr="00C03FEF" w:rsidRDefault="00D5716E" w:rsidP="005F70AC">
            <w:pPr>
              <w:pStyle w:val="NormalWeb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 w:rsidRPr="00C03FEF">
              <w:rPr>
                <w:color w:val="000000"/>
                <w:sz w:val="28"/>
                <w:szCs w:val="28"/>
              </w:rPr>
              <w:t>Взаимодействие детского сада и семьи - необходимое условие полноценного развития дошкольников, так как наилучшие результаты отмечаются там, где педагоги и родители действуют согласованно.</w:t>
            </w:r>
          </w:p>
          <w:p w:rsidR="00D5716E" w:rsidRPr="00C03FEF" w:rsidRDefault="00D5716E" w:rsidP="001250B4">
            <w:pPr>
              <w:pStyle w:val="NormalWeb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 w:rsidRPr="00C03FEF">
              <w:rPr>
                <w:b/>
                <w:color w:val="000000"/>
                <w:sz w:val="28"/>
                <w:szCs w:val="28"/>
              </w:rPr>
              <w:t>Новизна:</w:t>
            </w:r>
            <w:r w:rsidRPr="00C03FEF">
              <w:rPr>
                <w:color w:val="000000"/>
                <w:sz w:val="28"/>
                <w:szCs w:val="28"/>
              </w:rPr>
              <w:t xml:space="preserve">  </w:t>
            </w:r>
          </w:p>
          <w:p w:rsidR="00D5716E" w:rsidRPr="00C03FEF" w:rsidRDefault="00D5716E" w:rsidP="005F70AC">
            <w:pPr>
              <w:pStyle w:val="NormalWeb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 w:rsidRPr="00C03FEF">
              <w:rPr>
                <w:color w:val="000000"/>
                <w:sz w:val="28"/>
                <w:szCs w:val="28"/>
              </w:rPr>
              <w:t>Широкое внедрение современных информационных технологий во взаимодействии ДОУ с родителями.</w:t>
            </w:r>
          </w:p>
          <w:p w:rsidR="00D5716E" w:rsidRPr="00C03FEF" w:rsidRDefault="00D5716E" w:rsidP="005F70AC">
            <w:pPr>
              <w:pStyle w:val="NormalWeb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 w:rsidRPr="00C03FEF">
              <w:rPr>
                <w:b/>
                <w:bCs/>
                <w:color w:val="000000"/>
                <w:sz w:val="28"/>
                <w:szCs w:val="28"/>
              </w:rPr>
              <w:t>Цель:</w:t>
            </w:r>
            <w:r w:rsidRPr="00C03FEF">
              <w:rPr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</w:p>
          <w:p w:rsidR="00D5716E" w:rsidRPr="00C03FEF" w:rsidRDefault="00D5716E" w:rsidP="005F70AC">
            <w:pPr>
              <w:pStyle w:val="NormalWeb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 w:rsidRPr="00C03FEF">
              <w:rPr>
                <w:color w:val="000000"/>
                <w:sz w:val="28"/>
                <w:szCs w:val="28"/>
              </w:rPr>
              <w:t>создание единой системы использования информационных компьютерных технологий во взаимодействии ДОУ с семьей.</w:t>
            </w:r>
          </w:p>
          <w:p w:rsidR="00D5716E" w:rsidRPr="00C03FEF" w:rsidRDefault="00D5716E" w:rsidP="0066115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03FEF">
              <w:rPr>
                <w:rFonts w:ascii="Times New Roman" w:hAnsi="Times New Roman"/>
                <w:b/>
                <w:sz w:val="28"/>
                <w:szCs w:val="28"/>
              </w:rPr>
              <w:t xml:space="preserve">Задачи: </w:t>
            </w:r>
          </w:p>
          <w:p w:rsidR="00D5716E" w:rsidRPr="00C03FEF" w:rsidRDefault="00D5716E" w:rsidP="005F70AC">
            <w:pPr>
              <w:pStyle w:val="NormalWeb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 w:rsidRPr="00C03FEF">
              <w:rPr>
                <w:color w:val="000000"/>
                <w:sz w:val="28"/>
                <w:szCs w:val="28"/>
              </w:rPr>
              <w:t xml:space="preserve">1. интегрировать информационно-коммуникативные технологии в процесс взаимодействия детского сада и семьи; </w:t>
            </w:r>
          </w:p>
          <w:p w:rsidR="00D5716E" w:rsidRPr="00C03FEF" w:rsidRDefault="00D5716E" w:rsidP="005F70AC">
            <w:pPr>
              <w:pStyle w:val="NormalWeb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 w:rsidRPr="00C03FEF">
              <w:rPr>
                <w:color w:val="000000"/>
                <w:sz w:val="28"/>
                <w:szCs w:val="28"/>
              </w:rPr>
              <w:t>2.  организация он-лайн взаимодействия ДОУ с родителями;</w:t>
            </w:r>
          </w:p>
          <w:p w:rsidR="00D5716E" w:rsidRPr="00C03FEF" w:rsidRDefault="00D5716E" w:rsidP="005F70AC">
            <w:pPr>
              <w:pStyle w:val="NormalWeb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 w:rsidRPr="00C03FEF">
              <w:rPr>
                <w:color w:val="000000"/>
                <w:sz w:val="28"/>
                <w:szCs w:val="28"/>
              </w:rPr>
              <w:t xml:space="preserve">3.  </w:t>
            </w:r>
            <w:r w:rsidRPr="00C03FEF">
              <w:rPr>
                <w:color w:val="000000"/>
                <w:sz w:val="28"/>
                <w:szCs w:val="28"/>
                <w:shd w:val="clear" w:color="auto" w:fill="FFFFFF"/>
              </w:rPr>
              <w:t>повысить доступность качественного образования за счет индивидуализации процесса развития воспитанников и коррекции недостатков, использования информационных ресурсов сети Интернет</w:t>
            </w:r>
            <w:r w:rsidRPr="00C03FEF">
              <w:rPr>
                <w:color w:val="000000"/>
                <w:sz w:val="28"/>
                <w:szCs w:val="28"/>
              </w:rPr>
              <w:t>.</w:t>
            </w:r>
          </w:p>
          <w:p w:rsidR="00D5716E" w:rsidRPr="00C03FEF" w:rsidRDefault="00D5716E" w:rsidP="006611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3FEF">
              <w:rPr>
                <w:rFonts w:ascii="Times New Roman" w:hAnsi="Times New Roman"/>
                <w:sz w:val="28"/>
                <w:szCs w:val="28"/>
              </w:rPr>
              <w:t>Ресурсы:</w:t>
            </w:r>
          </w:p>
          <w:p w:rsidR="00D5716E" w:rsidRPr="00C03FEF" w:rsidRDefault="00D5716E" w:rsidP="00E115C1">
            <w:pPr>
              <w:pStyle w:val="NormalWeb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 w:rsidRPr="00C03FEF">
              <w:rPr>
                <w:sz w:val="28"/>
                <w:szCs w:val="28"/>
              </w:rPr>
              <w:t>Содержание работы:</w:t>
            </w:r>
            <w:r w:rsidRPr="00C03FEF">
              <w:rPr>
                <w:color w:val="000000"/>
                <w:sz w:val="28"/>
                <w:szCs w:val="28"/>
              </w:rPr>
              <w:t xml:space="preserve"> </w:t>
            </w:r>
          </w:p>
          <w:p w:rsidR="00D5716E" w:rsidRPr="00C03FEF" w:rsidRDefault="00D5716E" w:rsidP="00AC00C8">
            <w:pPr>
              <w:pStyle w:val="NormalWeb"/>
              <w:spacing w:before="0" w:beforeAutospacing="0" w:after="0" w:afterAutospacing="0" w:line="294" w:lineRule="atLeast"/>
              <w:rPr>
                <w:sz w:val="28"/>
                <w:szCs w:val="28"/>
              </w:rPr>
            </w:pPr>
            <w:r w:rsidRPr="00C03FEF">
              <w:rPr>
                <w:b/>
                <w:bCs/>
                <w:sz w:val="28"/>
                <w:szCs w:val="28"/>
              </w:rPr>
              <w:t>1 этап – организационный</w:t>
            </w:r>
          </w:p>
          <w:p w:rsidR="00D5716E" w:rsidRPr="00C03FEF" w:rsidRDefault="00D5716E" w:rsidP="00AC00C8">
            <w:pPr>
              <w:pStyle w:val="NormalWeb"/>
              <w:spacing w:before="0" w:beforeAutospacing="0" w:after="0" w:afterAutospacing="0" w:line="294" w:lineRule="atLeast"/>
              <w:rPr>
                <w:sz w:val="28"/>
                <w:szCs w:val="28"/>
              </w:rPr>
            </w:pPr>
            <w:r w:rsidRPr="00C03FEF">
              <w:rPr>
                <w:sz w:val="28"/>
                <w:szCs w:val="28"/>
              </w:rPr>
              <w:t>1. Изучение научно-методической литературы и нормативно-правовой документации.</w:t>
            </w:r>
          </w:p>
          <w:p w:rsidR="00D5716E" w:rsidRPr="00C03FEF" w:rsidRDefault="00D5716E" w:rsidP="00AC00C8">
            <w:pPr>
              <w:pStyle w:val="NormalWeb"/>
              <w:spacing w:before="0" w:beforeAutospacing="0" w:after="0" w:afterAutospacing="0" w:line="294" w:lineRule="atLeast"/>
              <w:rPr>
                <w:sz w:val="28"/>
                <w:szCs w:val="28"/>
              </w:rPr>
            </w:pPr>
            <w:r w:rsidRPr="00C03FEF">
              <w:rPr>
                <w:sz w:val="28"/>
                <w:szCs w:val="28"/>
              </w:rPr>
              <w:t>2. Разработка структуры внедрения ИКТ как средство взаимодействия с семьей.</w:t>
            </w:r>
          </w:p>
          <w:p w:rsidR="00D5716E" w:rsidRPr="00C03FEF" w:rsidRDefault="00D5716E" w:rsidP="00AC00C8">
            <w:pPr>
              <w:pStyle w:val="NormalWeb"/>
              <w:spacing w:before="0" w:beforeAutospacing="0" w:after="0" w:afterAutospacing="0" w:line="294" w:lineRule="atLeast"/>
              <w:rPr>
                <w:sz w:val="28"/>
                <w:szCs w:val="28"/>
              </w:rPr>
            </w:pPr>
            <w:r w:rsidRPr="00C03FEF">
              <w:rPr>
                <w:sz w:val="28"/>
                <w:szCs w:val="28"/>
              </w:rPr>
              <w:t>3. Формирование банка методический идей по теме проекта;</w:t>
            </w:r>
          </w:p>
          <w:p w:rsidR="00D5716E" w:rsidRPr="00C03FEF" w:rsidRDefault="00D5716E" w:rsidP="00AC00C8">
            <w:pPr>
              <w:pStyle w:val="NormalWeb"/>
              <w:spacing w:before="0" w:beforeAutospacing="0" w:after="0" w:afterAutospacing="0" w:line="294" w:lineRule="atLeast"/>
              <w:rPr>
                <w:sz w:val="28"/>
                <w:szCs w:val="28"/>
              </w:rPr>
            </w:pPr>
            <w:r w:rsidRPr="00C03FEF">
              <w:rPr>
                <w:sz w:val="28"/>
                <w:szCs w:val="28"/>
              </w:rPr>
              <w:t>4. Мониторинг «Заинтересованность родителей</w:t>
            </w:r>
          </w:p>
          <w:p w:rsidR="00D5716E" w:rsidRPr="00C03FEF" w:rsidRDefault="00D5716E" w:rsidP="00AC00C8">
            <w:pPr>
              <w:pStyle w:val="NormalWeb"/>
              <w:spacing w:before="0" w:beforeAutospacing="0" w:after="0" w:afterAutospacing="0" w:line="294" w:lineRule="atLeast"/>
              <w:rPr>
                <w:sz w:val="28"/>
                <w:szCs w:val="28"/>
              </w:rPr>
            </w:pPr>
            <w:r w:rsidRPr="00C03FEF">
              <w:rPr>
                <w:sz w:val="28"/>
                <w:szCs w:val="28"/>
              </w:rPr>
              <w:t>во взаимодействии их с ДОУ».</w:t>
            </w:r>
          </w:p>
          <w:p w:rsidR="00D5716E" w:rsidRPr="00C03FEF" w:rsidRDefault="00D5716E" w:rsidP="003A646B">
            <w:pPr>
              <w:pStyle w:val="NormalWeb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 w:rsidRPr="00C03FEF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2 этап внедренческий</w:t>
            </w:r>
            <w:r w:rsidRPr="00C03FEF">
              <w:rPr>
                <w:color w:val="000000"/>
                <w:sz w:val="28"/>
                <w:szCs w:val="28"/>
              </w:rPr>
              <w:t> </w:t>
            </w:r>
          </w:p>
          <w:p w:rsidR="00D5716E" w:rsidRPr="00C03FEF" w:rsidRDefault="00D5716E" w:rsidP="003A646B">
            <w:pPr>
              <w:pStyle w:val="NormalWeb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 w:rsidRPr="00C03FEF">
              <w:rPr>
                <w:color w:val="000000"/>
                <w:sz w:val="28"/>
                <w:szCs w:val="28"/>
              </w:rPr>
              <w:t xml:space="preserve">1. </w:t>
            </w:r>
            <w:r w:rsidRPr="00C03FEF">
              <w:rPr>
                <w:sz w:val="28"/>
                <w:szCs w:val="28"/>
              </w:rPr>
              <w:t>Организация консультаций, родительских собраний по проблемным вопросам используя видеоконференции по ZOOM.</w:t>
            </w:r>
          </w:p>
          <w:p w:rsidR="00D5716E" w:rsidRPr="00C03FEF" w:rsidRDefault="00D5716E" w:rsidP="003A646B">
            <w:pPr>
              <w:pStyle w:val="NormalWeb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 w:rsidRPr="00C03FEF">
              <w:rPr>
                <w:color w:val="000000"/>
                <w:sz w:val="28"/>
                <w:szCs w:val="28"/>
              </w:rPr>
              <w:t xml:space="preserve">3. Создание поздравительных, тематических мультимедийных видео с дальнейшим опубликованием их в </w:t>
            </w:r>
            <w:r w:rsidRPr="00C03FEF">
              <w:rPr>
                <w:color w:val="000000"/>
                <w:sz w:val="28"/>
                <w:szCs w:val="28"/>
                <w:lang w:val="en-US"/>
              </w:rPr>
              <w:t>Instagram</w:t>
            </w:r>
            <w:r w:rsidRPr="00C03FEF">
              <w:rPr>
                <w:color w:val="000000"/>
                <w:sz w:val="28"/>
                <w:szCs w:val="28"/>
              </w:rPr>
              <w:t xml:space="preserve"> детского сада .</w:t>
            </w:r>
          </w:p>
          <w:p w:rsidR="00D5716E" w:rsidRPr="00C03FEF" w:rsidRDefault="00D5716E" w:rsidP="003A646B">
            <w:pPr>
              <w:pStyle w:val="NormalWeb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 w:rsidRPr="00C03FEF">
              <w:rPr>
                <w:color w:val="000000"/>
                <w:sz w:val="28"/>
                <w:szCs w:val="28"/>
              </w:rPr>
              <w:t>4. Организация и проведение он-лайн конкурсов.</w:t>
            </w:r>
          </w:p>
          <w:p w:rsidR="00D5716E" w:rsidRPr="00C03FEF" w:rsidRDefault="00D5716E" w:rsidP="003A646B">
            <w:pPr>
              <w:pStyle w:val="NormalWeb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 w:rsidRPr="00C03FEF">
              <w:rPr>
                <w:color w:val="000000"/>
                <w:sz w:val="28"/>
                <w:szCs w:val="28"/>
              </w:rPr>
              <w:t xml:space="preserve">7. Опубликование обучающих видеозанятий на </w:t>
            </w:r>
            <w:r w:rsidRPr="00C03FEF">
              <w:rPr>
                <w:color w:val="000000"/>
                <w:sz w:val="28"/>
                <w:szCs w:val="28"/>
                <w:lang w:val="en-US"/>
              </w:rPr>
              <w:t>WhatsApp</w:t>
            </w:r>
            <w:r w:rsidRPr="00C03FEF">
              <w:rPr>
                <w:color w:val="000000"/>
                <w:sz w:val="28"/>
                <w:szCs w:val="28"/>
              </w:rPr>
              <w:t>.</w:t>
            </w:r>
          </w:p>
          <w:p w:rsidR="00D5716E" w:rsidRPr="00C03FEF" w:rsidRDefault="00D5716E" w:rsidP="003A646B">
            <w:pPr>
              <w:pStyle w:val="NormalWeb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03FEF">
              <w:rPr>
                <w:color w:val="000000"/>
                <w:sz w:val="28"/>
                <w:szCs w:val="28"/>
              </w:rPr>
              <w:t xml:space="preserve">8. </w:t>
            </w:r>
            <w:r w:rsidRPr="00C03FEF">
              <w:rPr>
                <w:color w:val="000000"/>
                <w:sz w:val="28"/>
                <w:szCs w:val="28"/>
                <w:shd w:val="clear" w:color="auto" w:fill="FFFFFF"/>
              </w:rPr>
              <w:t>Научить использовать обучающие, дидактические, развивающие компьютерные программы для детей.</w:t>
            </w:r>
          </w:p>
          <w:p w:rsidR="00D5716E" w:rsidRPr="00C03FEF" w:rsidRDefault="00D5716E" w:rsidP="003A646B">
            <w:pPr>
              <w:pStyle w:val="NormalWeb"/>
              <w:shd w:val="clear" w:color="auto" w:fill="FFFFFF"/>
              <w:spacing w:before="0" w:beforeAutospacing="0" w:after="0" w:afterAutospacing="0" w:line="294" w:lineRule="atLeast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C03FEF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3 этап – результативный</w:t>
            </w:r>
          </w:p>
          <w:p w:rsidR="00D5716E" w:rsidRPr="00C03FEF" w:rsidRDefault="00D5716E" w:rsidP="003A646B">
            <w:pPr>
              <w:pStyle w:val="NormalWeb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 w:rsidRPr="00C03FEF">
              <w:rPr>
                <w:color w:val="000000"/>
                <w:sz w:val="28"/>
                <w:szCs w:val="28"/>
                <w:shd w:val="clear" w:color="auto" w:fill="FFFFFF"/>
              </w:rPr>
              <w:t>Разработать и провести педагогический обучающий семинар (обмен опытом) для воспитателей ДОУ.</w:t>
            </w:r>
          </w:p>
          <w:p w:rsidR="00D5716E" w:rsidRPr="00C03FEF" w:rsidRDefault="00D5716E" w:rsidP="00E115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5716E" w:rsidRPr="00C03FEF" w:rsidRDefault="00D5716E" w:rsidP="006611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3FEF">
              <w:rPr>
                <w:rFonts w:ascii="Times New Roman" w:hAnsi="Times New Roman"/>
                <w:sz w:val="28"/>
                <w:szCs w:val="28"/>
              </w:rPr>
              <w:t>Ожидаемые результаты:</w:t>
            </w:r>
          </w:p>
          <w:p w:rsidR="00D5716E" w:rsidRPr="00C03FEF" w:rsidRDefault="00D5716E" w:rsidP="005F70AC">
            <w:pPr>
              <w:pStyle w:val="NormalWeb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 w:rsidRPr="00C03FEF">
              <w:rPr>
                <w:color w:val="000000"/>
                <w:sz w:val="28"/>
                <w:szCs w:val="28"/>
              </w:rPr>
              <w:t>1. Повышение эффективности качества воспитательно-образовательного процесса в ДОУ.</w:t>
            </w:r>
          </w:p>
          <w:p w:rsidR="00D5716E" w:rsidRPr="00C03FEF" w:rsidRDefault="00D5716E" w:rsidP="005F70AC">
            <w:pPr>
              <w:pStyle w:val="NormalWeb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03FEF">
              <w:rPr>
                <w:color w:val="000000"/>
                <w:sz w:val="28"/>
                <w:szCs w:val="28"/>
              </w:rPr>
              <w:t>2.  Создание банка компьютерных обучающих программ, медиотеки с презентациями,  дидактических и методических материалов по использованию ИКТ в работе с родителями.</w:t>
            </w:r>
            <w:r w:rsidRPr="00C03FEF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D5716E" w:rsidRPr="00C03FEF" w:rsidRDefault="00D5716E" w:rsidP="005F70AC">
            <w:pPr>
              <w:pStyle w:val="NormalWeb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 w:rsidRPr="00C03FEF">
              <w:rPr>
                <w:color w:val="000000"/>
                <w:sz w:val="28"/>
                <w:szCs w:val="28"/>
                <w:shd w:val="clear" w:color="auto" w:fill="FFFFFF"/>
              </w:rPr>
              <w:t>4. Проведение конкурсов,</w:t>
            </w:r>
            <w:r w:rsidRPr="00C03FEF">
              <w:rPr>
                <w:color w:val="000000"/>
                <w:sz w:val="28"/>
                <w:szCs w:val="28"/>
              </w:rPr>
              <w:t xml:space="preserve"> опубликование обучающих видеозанятий в социальной сети </w:t>
            </w:r>
            <w:r w:rsidRPr="00C03FEF">
              <w:rPr>
                <w:color w:val="000000"/>
                <w:sz w:val="28"/>
                <w:szCs w:val="28"/>
                <w:lang w:val="en-US"/>
              </w:rPr>
              <w:t>Instagram</w:t>
            </w:r>
            <w:r w:rsidRPr="00C03FEF">
              <w:rPr>
                <w:color w:val="000000"/>
                <w:sz w:val="28"/>
                <w:szCs w:val="28"/>
              </w:rPr>
              <w:t>.</w:t>
            </w:r>
          </w:p>
          <w:p w:rsidR="00D5716E" w:rsidRPr="00C03FEF" w:rsidRDefault="00D5716E" w:rsidP="0001777E">
            <w:pPr>
              <w:pStyle w:val="NormalWeb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 w:rsidRPr="00C03FEF">
              <w:rPr>
                <w:sz w:val="28"/>
                <w:szCs w:val="28"/>
              </w:rPr>
              <w:t>5. Организация консультаций, родительских собраний по проблемным вопросам используя видеоконференции по ZOOM.</w:t>
            </w:r>
          </w:p>
        </w:tc>
      </w:tr>
      <w:tr w:rsidR="00D5716E" w:rsidRPr="00661157" w:rsidTr="00661157">
        <w:tc>
          <w:tcPr>
            <w:tcW w:w="4253" w:type="dxa"/>
          </w:tcPr>
          <w:p w:rsidR="00D5716E" w:rsidRPr="00661157" w:rsidRDefault="00D5716E" w:rsidP="00661157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8"/>
                <w:szCs w:val="28"/>
              </w:rPr>
            </w:pPr>
            <w:r w:rsidRPr="00661157">
              <w:rPr>
                <w:rFonts w:ascii="Times New Roman" w:hAnsi="Times New Roman"/>
                <w:b/>
                <w:sz w:val="28"/>
                <w:szCs w:val="28"/>
              </w:rPr>
              <w:t>Сведения о распространении инновационного опыта:</w:t>
            </w:r>
          </w:p>
          <w:p w:rsidR="00D5716E" w:rsidRPr="00661157" w:rsidRDefault="00D5716E" w:rsidP="00661157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661157">
              <w:rPr>
                <w:rFonts w:ascii="Times New Roman" w:hAnsi="Times New Roman"/>
                <w:sz w:val="28"/>
                <w:szCs w:val="28"/>
              </w:rPr>
              <w:t>-публикации за отчетный период и др. (тема, где опубликован, когда)</w:t>
            </w:r>
          </w:p>
        </w:tc>
        <w:tc>
          <w:tcPr>
            <w:tcW w:w="5812" w:type="dxa"/>
          </w:tcPr>
          <w:p w:rsidR="00D5716E" w:rsidRPr="00730630" w:rsidRDefault="00D5716E" w:rsidP="00C03FEF">
            <w:pPr>
              <w:pStyle w:val="ConsPlusNonformat"/>
              <w:numPr>
                <w:ilvl w:val="0"/>
                <w:numId w:val="1"/>
              </w:numPr>
              <w:tabs>
                <w:tab w:val="clear" w:pos="720"/>
                <w:tab w:val="num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«Организация педагогической работы с дошкольниками по обучению правил дорожного движения»</w:t>
            </w:r>
          </w:p>
          <w:p w:rsidR="00D5716E" w:rsidRPr="00C03FEF" w:rsidRDefault="00D5716E" w:rsidP="00C03FEF">
            <w:pPr>
              <w:pStyle w:val="ConsPlusNonformat"/>
              <w:numPr>
                <w:ilvl w:val="0"/>
                <w:numId w:val="1"/>
              </w:numPr>
              <w:tabs>
                <w:tab w:val="clear" w:pos="720"/>
                <w:tab w:val="num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3FE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1. Публикация конспекта игры-соревнования, проводимого на улице, «Движение без опасности» на д</w:t>
            </w:r>
            <w:r w:rsidRPr="00C03FEF">
              <w:rPr>
                <w:rFonts w:ascii="Times New Roman" w:hAnsi="Times New Roman" w:cs="Times New Roman"/>
                <w:sz w:val="28"/>
                <w:szCs w:val="28"/>
              </w:rPr>
              <w:t>истанционном образовательном портале «Продленка»</w:t>
            </w:r>
            <w:r w:rsidRPr="00C03FEF">
              <w:rPr>
                <w:rFonts w:ascii="Times New Roman" w:hAnsi="Times New Roman" w:cs="Times New Roman"/>
                <w:color w:val="354B55"/>
                <w:sz w:val="28"/>
                <w:szCs w:val="28"/>
              </w:rPr>
              <w:t xml:space="preserve"> </w:t>
            </w:r>
            <w:r w:rsidRPr="00C03F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 № ФС 77 - 58841</w:t>
            </w:r>
            <w:r w:rsidRPr="00C03FE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2019.</w:t>
            </w:r>
          </w:p>
          <w:p w:rsidR="00D5716E" w:rsidRPr="00C03FEF" w:rsidRDefault="00D5716E" w:rsidP="00C03FEF">
            <w:pPr>
              <w:pStyle w:val="ConsPlusNonformat"/>
              <w:numPr>
                <w:ilvl w:val="0"/>
                <w:numId w:val="1"/>
              </w:numPr>
              <w:tabs>
                <w:tab w:val="clear" w:pos="720"/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3FEF">
              <w:rPr>
                <w:rFonts w:ascii="Times New Roman" w:hAnsi="Times New Roman" w:cs="Times New Roman"/>
                <w:sz w:val="28"/>
                <w:szCs w:val="28"/>
              </w:rPr>
              <w:t xml:space="preserve"> 2. Консультация для педагогов. «Организация педагогической работы с дошкольниками по обучению ПДД». Социальные сети работников образования </w:t>
            </w:r>
            <w:r w:rsidRPr="00C03F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nsportal</w:t>
            </w:r>
            <w:r w:rsidRPr="00C03F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03F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C03FE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C03F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node</w:t>
            </w:r>
            <w:r w:rsidRPr="00C03FEF">
              <w:rPr>
                <w:rFonts w:ascii="Times New Roman" w:hAnsi="Times New Roman" w:cs="Times New Roman"/>
                <w:sz w:val="28"/>
                <w:szCs w:val="28"/>
              </w:rPr>
              <w:t>/3890523, Свидетельство о публикации №ФС77-43268, 2019.</w:t>
            </w:r>
          </w:p>
          <w:p w:rsidR="00D5716E" w:rsidRPr="00C03FEF" w:rsidRDefault="00D5716E" w:rsidP="00C03FEF">
            <w:pPr>
              <w:pStyle w:val="ConsPlusNonformat"/>
              <w:numPr>
                <w:ilvl w:val="0"/>
                <w:numId w:val="1"/>
              </w:numPr>
              <w:tabs>
                <w:tab w:val="clear" w:pos="720"/>
                <w:tab w:val="num" w:pos="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3FEF">
              <w:rPr>
                <w:rFonts w:ascii="Times New Roman" w:hAnsi="Times New Roman" w:cs="Times New Roman"/>
                <w:sz w:val="28"/>
                <w:szCs w:val="28"/>
              </w:rPr>
              <w:t xml:space="preserve"> 3. Развлечение по ПДД в подготовительной группе «Зеленоглазое такси». Социальные сети     работников образования </w:t>
            </w:r>
            <w:r w:rsidRPr="00C03F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nsportal</w:t>
            </w:r>
            <w:r w:rsidRPr="00C03F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03F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C03FE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C03F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node</w:t>
            </w:r>
            <w:r w:rsidRPr="00C03FEF">
              <w:rPr>
                <w:rFonts w:ascii="Times New Roman" w:hAnsi="Times New Roman" w:cs="Times New Roman"/>
                <w:sz w:val="28"/>
                <w:szCs w:val="28"/>
              </w:rPr>
              <w:t>/3890579, Свидетельство о публикации №ФС77- 43268, 2019.</w:t>
            </w:r>
          </w:p>
          <w:p w:rsidR="00D5716E" w:rsidRPr="00C03FEF" w:rsidRDefault="00D5716E" w:rsidP="00C03FEF">
            <w:pPr>
              <w:pStyle w:val="ConsPlusNonformat"/>
              <w:numPr>
                <w:ilvl w:val="0"/>
                <w:numId w:val="1"/>
              </w:numPr>
              <w:tabs>
                <w:tab w:val="clear" w:pos="720"/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3FEF">
              <w:rPr>
                <w:rFonts w:ascii="Times New Roman" w:hAnsi="Times New Roman" w:cs="Times New Roman"/>
                <w:sz w:val="28"/>
                <w:szCs w:val="28"/>
              </w:rPr>
              <w:t>4. Публикации конспекта «Азбука безопасности» в сборнике дидактических материалов семинара-практикума в ГАПОУ «Арский педагогический колледж имени Г.Тукая» Ресурсный центр по подготовке национальных кадров,2019.</w:t>
            </w:r>
          </w:p>
        </w:tc>
      </w:tr>
      <w:tr w:rsidR="00D5716E" w:rsidRPr="00661157" w:rsidTr="00661157">
        <w:tc>
          <w:tcPr>
            <w:tcW w:w="4253" w:type="dxa"/>
          </w:tcPr>
          <w:p w:rsidR="00D5716E" w:rsidRPr="00661157" w:rsidRDefault="00D5716E" w:rsidP="00661157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661157">
              <w:rPr>
                <w:rFonts w:ascii="Times New Roman" w:hAnsi="Times New Roman"/>
                <w:sz w:val="28"/>
                <w:szCs w:val="28"/>
              </w:rPr>
              <w:t>- участие в научно-практических конференциях (тема выступления, место проведения)</w:t>
            </w:r>
          </w:p>
          <w:p w:rsidR="00D5716E" w:rsidRPr="00661157" w:rsidRDefault="00D5716E" w:rsidP="00661157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5716E" w:rsidRPr="00661157" w:rsidRDefault="00D5716E" w:rsidP="006611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716E" w:rsidRPr="00661157" w:rsidTr="00661157">
        <w:tc>
          <w:tcPr>
            <w:tcW w:w="4253" w:type="dxa"/>
          </w:tcPr>
          <w:p w:rsidR="00D5716E" w:rsidRPr="00661157" w:rsidRDefault="00D5716E" w:rsidP="00661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157">
              <w:rPr>
                <w:rFonts w:ascii="Times New Roman" w:hAnsi="Times New Roman"/>
                <w:sz w:val="28"/>
                <w:szCs w:val="28"/>
              </w:rPr>
              <w:t xml:space="preserve">- участие в </w:t>
            </w:r>
            <w:r w:rsidRPr="00661157">
              <w:rPr>
                <w:rFonts w:ascii="Times New Roman" w:hAnsi="Times New Roman"/>
                <w:sz w:val="28"/>
                <w:szCs w:val="28"/>
                <w:lang w:val="en-US" w:eastAsia="ru-RU"/>
              </w:rPr>
              <w:t>V</w:t>
            </w:r>
            <w:r w:rsidRPr="0066115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Международной</w:t>
            </w:r>
            <w:r w:rsidRPr="0066115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научно-практической конференции «Полилингвальное и поликультурное образование: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6115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практика и перспективы</w:t>
            </w:r>
            <w:r w:rsidRPr="00661157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  <w:p w:rsidR="00D5716E" w:rsidRPr="00661157" w:rsidRDefault="00D5716E" w:rsidP="00661157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661157">
              <w:rPr>
                <w:rFonts w:ascii="Times New Roman" w:hAnsi="Times New Roman"/>
                <w:sz w:val="28"/>
                <w:szCs w:val="28"/>
              </w:rPr>
              <w:t xml:space="preserve">(5 марта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661157">
                <w:rPr>
                  <w:rFonts w:ascii="Times New Roman" w:hAnsi="Times New Roman"/>
                  <w:sz w:val="28"/>
                  <w:szCs w:val="28"/>
                </w:rPr>
                <w:t>2020 г</w:t>
              </w:r>
            </w:smartTag>
            <w:r w:rsidRPr="00661157">
              <w:rPr>
                <w:rFonts w:ascii="Times New Roman" w:hAnsi="Times New Roman"/>
                <w:sz w:val="28"/>
                <w:szCs w:val="28"/>
              </w:rPr>
              <w:t>., ГАПОУ «Арский педагогический колледж им.Г.Тукая») (тема выступления или публикации)</w:t>
            </w:r>
          </w:p>
        </w:tc>
        <w:tc>
          <w:tcPr>
            <w:tcW w:w="5812" w:type="dxa"/>
          </w:tcPr>
          <w:p w:rsidR="00D5716E" w:rsidRPr="00661157" w:rsidRDefault="00D5716E" w:rsidP="006611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716E" w:rsidRPr="00661157" w:rsidTr="00661157">
        <w:tc>
          <w:tcPr>
            <w:tcW w:w="4253" w:type="dxa"/>
          </w:tcPr>
          <w:p w:rsidR="00D5716E" w:rsidRPr="00661157" w:rsidRDefault="00D5716E" w:rsidP="00661157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661157">
              <w:rPr>
                <w:rFonts w:ascii="Times New Roman" w:hAnsi="Times New Roman"/>
                <w:sz w:val="28"/>
                <w:szCs w:val="28"/>
              </w:rPr>
              <w:t xml:space="preserve">- участие в профессиональных </w:t>
            </w:r>
            <w:bookmarkStart w:id="0" w:name="_GoBack"/>
            <w:bookmarkEnd w:id="0"/>
            <w:r w:rsidRPr="00661157">
              <w:rPr>
                <w:rFonts w:ascii="Times New Roman" w:hAnsi="Times New Roman"/>
                <w:sz w:val="28"/>
                <w:szCs w:val="28"/>
              </w:rPr>
              <w:t>конкурсах по инновационному направлению</w:t>
            </w:r>
          </w:p>
          <w:p w:rsidR="00D5716E" w:rsidRPr="00661157" w:rsidRDefault="00D5716E" w:rsidP="00661157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661157">
              <w:rPr>
                <w:rFonts w:ascii="Times New Roman" w:hAnsi="Times New Roman"/>
                <w:sz w:val="28"/>
                <w:szCs w:val="28"/>
              </w:rPr>
              <w:t>деятельности (уровень конкурса, название конкурса, результат)</w:t>
            </w:r>
          </w:p>
          <w:p w:rsidR="00D5716E" w:rsidRPr="00661157" w:rsidRDefault="00D5716E" w:rsidP="00661157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5716E" w:rsidRPr="00BB1E8D" w:rsidRDefault="00D5716E" w:rsidP="00DA611A">
            <w:pPr>
              <w:pStyle w:val="ConsPlusNonforma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1E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 </w:t>
            </w:r>
            <w:r w:rsidRPr="00BB1E8D">
              <w:rPr>
                <w:rFonts w:ascii="Times New Roman" w:hAnsi="Times New Roman" w:cs="Times New Roman"/>
                <w:sz w:val="28"/>
                <w:szCs w:val="28"/>
              </w:rPr>
              <w:t>Международный конкурс «Азбука дорожной безопасности!»  в номинации «Уроки на дорогах!», Диплом Победитель – 1 место.</w:t>
            </w:r>
          </w:p>
          <w:p w:rsidR="00D5716E" w:rsidRPr="00BB1E8D" w:rsidRDefault="00D5716E" w:rsidP="00DA611A">
            <w:pPr>
              <w:pStyle w:val="ConsPlusNonforma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1E8D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BB1E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 w:rsidRPr="00BB1E8D">
              <w:rPr>
                <w:rFonts w:ascii="Times New Roman" w:hAnsi="Times New Roman" w:cs="Times New Roman"/>
                <w:sz w:val="28"/>
                <w:szCs w:val="28"/>
              </w:rPr>
              <w:t xml:space="preserve"> Всероссийский конкурс лэпбуков «От идеи до воплощения». Номинация: Адаптированный лэпбук. Название работы: Лэпбук «Правила дорожного движения», Диплом </w:t>
            </w:r>
            <w:r w:rsidRPr="00BB1E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BB1E8D">
              <w:rPr>
                <w:rFonts w:ascii="Times New Roman" w:hAnsi="Times New Roman" w:cs="Times New Roman"/>
                <w:sz w:val="28"/>
                <w:szCs w:val="28"/>
              </w:rPr>
              <w:t xml:space="preserve"> степени.</w:t>
            </w:r>
          </w:p>
          <w:p w:rsidR="00D5716E" w:rsidRPr="00BB1E8D" w:rsidRDefault="00D5716E" w:rsidP="00DA611A">
            <w:pPr>
              <w:pStyle w:val="ConsPlusNonforma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B1E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Муниципальный, «Зеленый огонек», Диплом Победитель – 2 место</w:t>
            </w:r>
            <w:r w:rsidRPr="00BB1E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5716E" w:rsidRPr="00661157" w:rsidTr="00661157">
        <w:tc>
          <w:tcPr>
            <w:tcW w:w="4253" w:type="dxa"/>
          </w:tcPr>
          <w:p w:rsidR="00D5716E" w:rsidRPr="00661157" w:rsidRDefault="00D5716E" w:rsidP="00661157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661157">
              <w:rPr>
                <w:rFonts w:ascii="Times New Roman" w:hAnsi="Times New Roman"/>
                <w:sz w:val="28"/>
                <w:szCs w:val="28"/>
              </w:rPr>
              <w:t>- участие в семинарах по инновационному направлению</w:t>
            </w:r>
          </w:p>
          <w:p w:rsidR="00D5716E" w:rsidRPr="00661157" w:rsidRDefault="00D5716E" w:rsidP="00661157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661157">
              <w:rPr>
                <w:rFonts w:ascii="Times New Roman" w:hAnsi="Times New Roman"/>
                <w:sz w:val="28"/>
                <w:szCs w:val="28"/>
              </w:rPr>
              <w:t>деятельности (уровень семинара, название семинара, место проведения)</w:t>
            </w:r>
          </w:p>
          <w:p w:rsidR="00D5716E" w:rsidRPr="00661157" w:rsidRDefault="00D5716E" w:rsidP="00661157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5716E" w:rsidRPr="00BB1E8D" w:rsidRDefault="00D5716E" w:rsidP="00DA611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BB1E8D">
              <w:rPr>
                <w:sz w:val="28"/>
                <w:szCs w:val="28"/>
              </w:rPr>
              <w:t xml:space="preserve">1. Республиканский, «Инновации в образовании» по теме: Проект по ПДД: Сюжетно-ролевая игра «Едем на автобусе по селу» в подготовительной группе», Ресурсный центр по подготовке национальных кадров для участников региональной инновационной площадки, ГАПОУ «Арский педагогический колледж имени Г.Тукая»  </w:t>
            </w:r>
          </w:p>
          <w:p w:rsidR="00D5716E" w:rsidRPr="00BB1E8D" w:rsidRDefault="00D5716E" w:rsidP="00DA611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BB1E8D">
              <w:rPr>
                <w:sz w:val="28"/>
                <w:szCs w:val="28"/>
              </w:rPr>
              <w:t xml:space="preserve">2. Республиканский, «Инновации в образовании», Досуг в средней группе вместе с родителями «Азбука безопасности»,   Ресурсный центр по подготовке национальных кадров для участников региональной инновационной площадки, ГАПОУ «Арский педагогический колледж имени Г.Тукая»  </w:t>
            </w:r>
          </w:p>
        </w:tc>
      </w:tr>
      <w:tr w:rsidR="00D5716E" w:rsidRPr="00661157" w:rsidTr="00661157">
        <w:tc>
          <w:tcPr>
            <w:tcW w:w="4253" w:type="dxa"/>
          </w:tcPr>
          <w:p w:rsidR="00D5716E" w:rsidRPr="00661157" w:rsidRDefault="00D5716E" w:rsidP="00661157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661157">
              <w:rPr>
                <w:rFonts w:ascii="Times New Roman" w:hAnsi="Times New Roman"/>
                <w:sz w:val="28"/>
                <w:szCs w:val="28"/>
              </w:rPr>
              <w:t>- открытые уроки (занятия, мастер-классы  и др.) по инновационной деятельности на уровне</w:t>
            </w:r>
          </w:p>
          <w:p w:rsidR="00D5716E" w:rsidRPr="00661157" w:rsidRDefault="00D5716E" w:rsidP="00661157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661157">
              <w:rPr>
                <w:rFonts w:ascii="Times New Roman" w:hAnsi="Times New Roman"/>
                <w:sz w:val="28"/>
                <w:szCs w:val="28"/>
              </w:rPr>
              <w:t>муниципального района и республики (уровень, тема)</w:t>
            </w:r>
          </w:p>
        </w:tc>
        <w:tc>
          <w:tcPr>
            <w:tcW w:w="5812" w:type="dxa"/>
          </w:tcPr>
          <w:p w:rsidR="00D5716E" w:rsidRPr="00BB1E8D" w:rsidRDefault="00D5716E" w:rsidP="00DA611A">
            <w:pPr>
              <w:pStyle w:val="ConsPlusNonforma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1E8D">
              <w:rPr>
                <w:rFonts w:ascii="Times New Roman" w:hAnsi="Times New Roman" w:cs="Times New Roman"/>
                <w:sz w:val="28"/>
                <w:szCs w:val="28"/>
              </w:rPr>
              <w:t>Муниципальный, театрализованное представление «Маленькая сказка»</w:t>
            </w:r>
            <w:r w:rsidRPr="00BB1E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5716E" w:rsidRPr="00BB1E8D" w:rsidRDefault="00D5716E" w:rsidP="00DA611A">
            <w:pPr>
              <w:pStyle w:val="ConsPlusNonforma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1E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детьми подготовительной группы </w:t>
            </w:r>
          </w:p>
          <w:p w:rsidR="00D5716E" w:rsidRPr="00BB1E8D" w:rsidRDefault="00D5716E" w:rsidP="00DA611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1E8D">
              <w:rPr>
                <w:rFonts w:ascii="Times New Roman" w:hAnsi="Times New Roman"/>
                <w:color w:val="000000"/>
                <w:sz w:val="28"/>
                <w:szCs w:val="28"/>
              </w:rPr>
              <w:t>с участием сотрудников ОГИБДД и родителями.</w:t>
            </w:r>
          </w:p>
          <w:p w:rsidR="00D5716E" w:rsidRDefault="00D5716E" w:rsidP="000E0D4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рабочей тетради по ПДД «Играя, учим ПДД»</w:t>
            </w:r>
          </w:p>
          <w:p w:rsidR="00D5716E" w:rsidRPr="00BB1E8D" w:rsidRDefault="00D5716E" w:rsidP="006611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Рецензия на публикацию «Рабочая тетрадь по проверке знания детьми 6-7 лет правил дорожного движения «Играя, учим ПДД»</w:t>
            </w:r>
          </w:p>
        </w:tc>
      </w:tr>
      <w:tr w:rsidR="00D5716E" w:rsidRPr="00661157" w:rsidTr="00661157">
        <w:tc>
          <w:tcPr>
            <w:tcW w:w="4253" w:type="dxa"/>
          </w:tcPr>
          <w:p w:rsidR="00D5716E" w:rsidRPr="00661157" w:rsidRDefault="00D5716E" w:rsidP="00661157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8"/>
                <w:szCs w:val="28"/>
              </w:rPr>
            </w:pPr>
            <w:r w:rsidRPr="00661157">
              <w:rPr>
                <w:rFonts w:ascii="Times New Roman" w:hAnsi="Times New Roman"/>
                <w:b/>
                <w:sz w:val="28"/>
                <w:szCs w:val="28"/>
              </w:rPr>
              <w:t>Сведения, подтверждающие эффективность инновационной</w:t>
            </w:r>
          </w:p>
          <w:p w:rsidR="00D5716E" w:rsidRPr="00661157" w:rsidRDefault="00D5716E" w:rsidP="00661157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8"/>
                <w:szCs w:val="28"/>
              </w:rPr>
            </w:pPr>
            <w:r w:rsidRPr="00661157">
              <w:rPr>
                <w:rFonts w:ascii="Times New Roman" w:hAnsi="Times New Roman"/>
                <w:b/>
                <w:sz w:val="28"/>
                <w:szCs w:val="28"/>
              </w:rPr>
              <w:t>разработки (положительная динамики):</w:t>
            </w:r>
          </w:p>
          <w:p w:rsidR="00D5716E" w:rsidRPr="00661157" w:rsidRDefault="00D5716E" w:rsidP="00661157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661157">
              <w:rPr>
                <w:rFonts w:ascii="Times New Roman" w:hAnsi="Times New Roman"/>
                <w:sz w:val="28"/>
                <w:szCs w:val="28"/>
              </w:rPr>
              <w:t>- конкурсное движение, участие в олимпиадах, смотрах, конкурсов</w:t>
            </w:r>
          </w:p>
          <w:p w:rsidR="00D5716E" w:rsidRPr="00661157" w:rsidRDefault="00D5716E" w:rsidP="00661157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661157">
              <w:rPr>
                <w:rFonts w:ascii="Times New Roman" w:hAnsi="Times New Roman"/>
                <w:b/>
                <w:sz w:val="28"/>
                <w:szCs w:val="28"/>
              </w:rPr>
              <w:t>обучающихся, воспитанников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661157">
              <w:rPr>
                <w:rFonts w:ascii="Times New Roman" w:hAnsi="Times New Roman"/>
                <w:sz w:val="28"/>
                <w:szCs w:val="28"/>
              </w:rPr>
              <w:t>(муниципальный, республиканский всероссийский</w:t>
            </w:r>
          </w:p>
          <w:p w:rsidR="00D5716E" w:rsidRPr="00661157" w:rsidRDefault="00D5716E" w:rsidP="00661157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661157">
              <w:rPr>
                <w:rFonts w:ascii="Times New Roman" w:hAnsi="Times New Roman"/>
                <w:sz w:val="28"/>
                <w:szCs w:val="28"/>
              </w:rPr>
              <w:t>уровень);</w:t>
            </w:r>
          </w:p>
          <w:p w:rsidR="00D5716E" w:rsidRPr="00661157" w:rsidRDefault="00D5716E" w:rsidP="00661157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661157">
              <w:rPr>
                <w:rFonts w:ascii="Times New Roman" w:hAnsi="Times New Roman"/>
                <w:sz w:val="28"/>
                <w:szCs w:val="28"/>
              </w:rPr>
              <w:t>- качество образования (высокобалльники);</w:t>
            </w:r>
          </w:p>
          <w:p w:rsidR="00D5716E" w:rsidRPr="00661157" w:rsidRDefault="00D5716E" w:rsidP="00661157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661157">
              <w:rPr>
                <w:rFonts w:ascii="Times New Roman" w:hAnsi="Times New Roman"/>
                <w:sz w:val="28"/>
                <w:szCs w:val="28"/>
              </w:rPr>
              <w:t>-др.</w:t>
            </w:r>
          </w:p>
        </w:tc>
        <w:tc>
          <w:tcPr>
            <w:tcW w:w="5812" w:type="dxa"/>
          </w:tcPr>
          <w:p w:rsidR="00D5716E" w:rsidRPr="00661157" w:rsidRDefault="00D5716E" w:rsidP="000E0D4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Муниципальный, «Светофор собирает друзей» в номинации «Лучший фотоколлаж на тему «Наша семья соблюдает ПДД», 1 место</w:t>
            </w:r>
          </w:p>
        </w:tc>
      </w:tr>
      <w:tr w:rsidR="00D5716E" w:rsidRPr="00661157" w:rsidTr="00661157">
        <w:tc>
          <w:tcPr>
            <w:tcW w:w="4253" w:type="dxa"/>
          </w:tcPr>
          <w:p w:rsidR="00D5716E" w:rsidRPr="00661157" w:rsidRDefault="00D5716E" w:rsidP="00661157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661157">
              <w:rPr>
                <w:rFonts w:ascii="Times New Roman" w:hAnsi="Times New Roman"/>
                <w:b/>
                <w:sz w:val="28"/>
                <w:szCs w:val="28"/>
              </w:rPr>
              <w:t>Формы представления инновационной деятельности в 2020-2021 году</w:t>
            </w:r>
            <w:r w:rsidRPr="00661157">
              <w:rPr>
                <w:rFonts w:ascii="Times New Roman" w:hAnsi="Times New Roman"/>
                <w:sz w:val="28"/>
                <w:szCs w:val="28"/>
              </w:rPr>
              <w:t xml:space="preserve"> (указать другие возможные варианты):</w:t>
            </w:r>
          </w:p>
          <w:p w:rsidR="00D5716E" w:rsidRPr="00661157" w:rsidRDefault="00D5716E" w:rsidP="00661157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661157">
              <w:rPr>
                <w:rFonts w:ascii="Times New Roman" w:hAnsi="Times New Roman"/>
                <w:sz w:val="28"/>
                <w:szCs w:val="28"/>
              </w:rPr>
              <w:t>- «Мастер-класс» педагога по инновационной деятельности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1157">
              <w:rPr>
                <w:rFonts w:ascii="Times New Roman" w:hAnsi="Times New Roman"/>
                <w:sz w:val="28"/>
                <w:szCs w:val="28"/>
              </w:rPr>
              <w:t>рамках программы курсов повышения квалификации;</w:t>
            </w:r>
          </w:p>
          <w:p w:rsidR="00D5716E" w:rsidRPr="00661157" w:rsidRDefault="00D5716E" w:rsidP="00661157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661157">
              <w:rPr>
                <w:rFonts w:ascii="Times New Roman" w:hAnsi="Times New Roman"/>
                <w:sz w:val="28"/>
                <w:szCs w:val="28"/>
              </w:rPr>
              <w:t>- семинар-практикум для слушателей программы;</w:t>
            </w:r>
          </w:p>
          <w:p w:rsidR="00D5716E" w:rsidRPr="00661157" w:rsidRDefault="00D5716E" w:rsidP="00661157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661157">
              <w:rPr>
                <w:rFonts w:ascii="Times New Roman" w:hAnsi="Times New Roman"/>
                <w:sz w:val="28"/>
                <w:szCs w:val="28"/>
              </w:rPr>
              <w:t xml:space="preserve">- разработка элективного курса в рамках заявленной темы; </w:t>
            </w:r>
          </w:p>
          <w:p w:rsidR="00D5716E" w:rsidRPr="00661157" w:rsidRDefault="00D5716E" w:rsidP="00661157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661157">
              <w:rPr>
                <w:rFonts w:ascii="Times New Roman" w:hAnsi="Times New Roman"/>
                <w:sz w:val="28"/>
                <w:szCs w:val="28"/>
              </w:rPr>
              <w:t>- открытый урок по инновационной деятельности на уровне</w:t>
            </w:r>
          </w:p>
          <w:p w:rsidR="00D5716E" w:rsidRPr="00661157" w:rsidRDefault="00D5716E" w:rsidP="00661157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661157">
              <w:rPr>
                <w:rFonts w:ascii="Times New Roman" w:hAnsi="Times New Roman"/>
                <w:sz w:val="28"/>
                <w:szCs w:val="28"/>
              </w:rPr>
              <w:t>муниципального района, республики;</w:t>
            </w:r>
          </w:p>
          <w:p w:rsidR="00D5716E" w:rsidRPr="00661157" w:rsidRDefault="00D5716E" w:rsidP="00661157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661157">
              <w:rPr>
                <w:rFonts w:ascii="Times New Roman" w:hAnsi="Times New Roman"/>
                <w:sz w:val="28"/>
                <w:szCs w:val="28"/>
              </w:rPr>
              <w:t>- печатные работы;</w:t>
            </w:r>
          </w:p>
          <w:p w:rsidR="00D5716E" w:rsidRPr="00661157" w:rsidRDefault="00D5716E" w:rsidP="00661157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661157">
              <w:rPr>
                <w:rFonts w:ascii="Times New Roman" w:hAnsi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  <w:tc>
          <w:tcPr>
            <w:tcW w:w="5812" w:type="dxa"/>
          </w:tcPr>
          <w:p w:rsidR="00D5716E" w:rsidRPr="00C03FEF" w:rsidRDefault="00D5716E" w:rsidP="00BB1E8D">
            <w:pPr>
              <w:pStyle w:val="NormalWeb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О</w:t>
            </w:r>
            <w:r w:rsidRPr="00C03FEF">
              <w:rPr>
                <w:color w:val="000000"/>
                <w:sz w:val="28"/>
                <w:szCs w:val="28"/>
                <w:shd w:val="clear" w:color="auto" w:fill="FFFFFF"/>
              </w:rPr>
              <w:t>бучающий семинар (обмен опытом) для воспитателей ДОУ.</w:t>
            </w:r>
          </w:p>
          <w:p w:rsidR="00D5716E" w:rsidRPr="00661157" w:rsidRDefault="00D5716E" w:rsidP="006611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5716E" w:rsidRPr="006D672A" w:rsidRDefault="00D5716E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D5716E" w:rsidRPr="006D672A" w:rsidSect="00B32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05DEF"/>
    <w:multiLevelType w:val="hybridMultilevel"/>
    <w:tmpl w:val="9A2ABB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C33"/>
    <w:rsid w:val="00015C28"/>
    <w:rsid w:val="0001777E"/>
    <w:rsid w:val="000E0D42"/>
    <w:rsid w:val="000E7992"/>
    <w:rsid w:val="001250B4"/>
    <w:rsid w:val="00130019"/>
    <w:rsid w:val="00151ADE"/>
    <w:rsid w:val="00177408"/>
    <w:rsid w:val="00255C33"/>
    <w:rsid w:val="00306C26"/>
    <w:rsid w:val="00306F8A"/>
    <w:rsid w:val="00326537"/>
    <w:rsid w:val="00327C02"/>
    <w:rsid w:val="00346056"/>
    <w:rsid w:val="00390ACA"/>
    <w:rsid w:val="003A3891"/>
    <w:rsid w:val="003A646B"/>
    <w:rsid w:val="003A7C15"/>
    <w:rsid w:val="003D613E"/>
    <w:rsid w:val="00410C87"/>
    <w:rsid w:val="00424F4F"/>
    <w:rsid w:val="00442258"/>
    <w:rsid w:val="00486B70"/>
    <w:rsid w:val="00530C53"/>
    <w:rsid w:val="00594A02"/>
    <w:rsid w:val="005B0B65"/>
    <w:rsid w:val="005B69B8"/>
    <w:rsid w:val="005F70AC"/>
    <w:rsid w:val="006009F5"/>
    <w:rsid w:val="00630B87"/>
    <w:rsid w:val="00661157"/>
    <w:rsid w:val="00666F4B"/>
    <w:rsid w:val="006A5227"/>
    <w:rsid w:val="006B3A4B"/>
    <w:rsid w:val="006D0B1A"/>
    <w:rsid w:val="006D672A"/>
    <w:rsid w:val="00710C0B"/>
    <w:rsid w:val="00721151"/>
    <w:rsid w:val="00722E50"/>
    <w:rsid w:val="00730630"/>
    <w:rsid w:val="0076104D"/>
    <w:rsid w:val="007739BF"/>
    <w:rsid w:val="00786086"/>
    <w:rsid w:val="00794AEF"/>
    <w:rsid w:val="007B7531"/>
    <w:rsid w:val="007C0555"/>
    <w:rsid w:val="007C77BA"/>
    <w:rsid w:val="0084719C"/>
    <w:rsid w:val="00894BB1"/>
    <w:rsid w:val="009031F8"/>
    <w:rsid w:val="009045C2"/>
    <w:rsid w:val="00933F9A"/>
    <w:rsid w:val="00935E11"/>
    <w:rsid w:val="00990331"/>
    <w:rsid w:val="009B6BAF"/>
    <w:rsid w:val="00A21465"/>
    <w:rsid w:val="00A36F96"/>
    <w:rsid w:val="00A6658D"/>
    <w:rsid w:val="00AA5DA3"/>
    <w:rsid w:val="00AB0B07"/>
    <w:rsid w:val="00AC00C8"/>
    <w:rsid w:val="00B17B10"/>
    <w:rsid w:val="00B321A8"/>
    <w:rsid w:val="00B51077"/>
    <w:rsid w:val="00BB1E8D"/>
    <w:rsid w:val="00BC24E5"/>
    <w:rsid w:val="00BE63C2"/>
    <w:rsid w:val="00C03FEF"/>
    <w:rsid w:val="00C3160C"/>
    <w:rsid w:val="00C50DE3"/>
    <w:rsid w:val="00C57222"/>
    <w:rsid w:val="00C9566C"/>
    <w:rsid w:val="00CE0672"/>
    <w:rsid w:val="00D151F2"/>
    <w:rsid w:val="00D32283"/>
    <w:rsid w:val="00D5716E"/>
    <w:rsid w:val="00D93B9E"/>
    <w:rsid w:val="00DA611A"/>
    <w:rsid w:val="00DE4989"/>
    <w:rsid w:val="00E115C1"/>
    <w:rsid w:val="00E66326"/>
    <w:rsid w:val="00E71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1A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D613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3D613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77408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locked/>
    <w:rsid w:val="007C77BA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5F70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03FEF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6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6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6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6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6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6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6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6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485</TotalTime>
  <Pages>5</Pages>
  <Words>1049</Words>
  <Characters>5982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Олеся</cp:lastModifiedBy>
  <cp:revision>41</cp:revision>
  <dcterms:created xsi:type="dcterms:W3CDTF">2016-12-03T14:35:00Z</dcterms:created>
  <dcterms:modified xsi:type="dcterms:W3CDTF">2020-07-14T18:23:00Z</dcterms:modified>
</cp:coreProperties>
</file>